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2F939" w14:textId="41331768" w:rsidR="00525119" w:rsidRDefault="00E90FCC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EBD9705" wp14:editId="4550FADE">
            <wp:simplePos x="0" y="0"/>
            <wp:positionH relativeFrom="column">
              <wp:posOffset>6054090</wp:posOffset>
            </wp:positionH>
            <wp:positionV relativeFrom="paragraph">
              <wp:posOffset>3343030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098E586" wp14:editId="24AA0FF0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2B321DE4" wp14:editId="3CB1740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64471D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C56166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86FC611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1F737F0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30E432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114645F0" w14:textId="7C42CEAD" w:rsidR="00C63217" w:rsidRDefault="00C63217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  <w:r w:rsidR="006862D8">
              <w:rPr>
                <w:rFonts w:ascii="Avenir Book" w:hAnsi="Avenir Book"/>
                <w:sz w:val="20"/>
                <w:szCs w:val="20"/>
              </w:rPr>
              <w:t>and simplify</w:t>
            </w:r>
          </w:p>
          <w:p w14:paraId="35332C39" w14:textId="284FEC7E" w:rsidR="00E20822" w:rsidRPr="00FB0E81" w:rsidRDefault="006862D8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6x-3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+3x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0734669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051820F" w14:textId="1036B91A" w:rsidR="00E20822" w:rsidRPr="000A63AF" w:rsidRDefault="008E2737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Highest common factor of </w:t>
            </w:r>
            <w:r w:rsidR="00612E73">
              <w:rPr>
                <w:rFonts w:ascii="Avenir Book" w:hAnsi="Avenir Book"/>
                <w:sz w:val="20"/>
                <w:szCs w:val="20"/>
              </w:rPr>
              <w:t>36a and 60a</w:t>
            </w:r>
          </w:p>
        </w:tc>
      </w:tr>
      <w:tr w:rsidR="00E20822" w:rsidRPr="00C240D5" w14:paraId="06392A99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429DEC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1AFF42B" w14:textId="77777777" w:rsidR="007C1409" w:rsidRDefault="007C1409" w:rsidP="00F87CF9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2553A846" w14:textId="6835F4A1" w:rsidR="00E20822" w:rsidRPr="00C240D5" w:rsidRDefault="0000753D" w:rsidP="00505FC9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11     13     15     17     19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56B3935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D7E6D6F" w14:textId="6323656E" w:rsidR="00E20822" w:rsidRPr="00C240D5" w:rsidRDefault="005D2806" w:rsidP="0064471D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x=3</m:t>
              </m:r>
            </m:oMath>
            <w:r w:rsidR="00054CD5"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="00054CD5"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-2x</m:t>
                </m:r>
              </m:oMath>
            </m:oMathPara>
          </w:p>
        </w:tc>
      </w:tr>
      <w:tr w:rsidR="00E20822" w:rsidRPr="00C240D5" w14:paraId="26B30F6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5A23D8F1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62148E" w14:textId="17F1C713" w:rsidR="00E55FEE" w:rsidRDefault="00257E62" w:rsidP="007E2C1A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784446B0" wp14:editId="04911E5C">
                      <wp:simplePos x="0" y="0"/>
                      <wp:positionH relativeFrom="column">
                        <wp:posOffset>1918628</wp:posOffset>
                      </wp:positionH>
                      <wp:positionV relativeFrom="paragraph">
                        <wp:posOffset>167103</wp:posOffset>
                      </wp:positionV>
                      <wp:extent cx="1261110" cy="583565"/>
                      <wp:effectExtent l="25400" t="50800" r="0" b="635"/>
                      <wp:wrapNone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1110" cy="583565"/>
                                <a:chOff x="124178" y="22577"/>
                                <a:chExt cx="1261337" cy="584393"/>
                              </a:xfrm>
                            </wpg:grpSpPr>
                            <wps:wsp>
                              <wps:cNvPr id="37" name="Text Box 37"/>
                              <wps:cNvSpPr txBox="1"/>
                              <wps:spPr>
                                <a:xfrm>
                                  <a:off x="191671" y="317059"/>
                                  <a:ext cx="584004" cy="2899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559B11" w14:textId="77777777" w:rsidR="00257E62" w:rsidRDefault="00257E62" w:rsidP="00257E62">
                                    <w:r>
                                      <w:t>75mm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Text Box 38"/>
                              <wps:cNvSpPr txBox="1"/>
                              <wps:spPr>
                                <a:xfrm>
                                  <a:off x="801511" y="22577"/>
                                  <a:ext cx="584004" cy="340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2ACF3D" w14:textId="77777777" w:rsidR="00257E62" w:rsidRDefault="00257E62" w:rsidP="00257E62">
                                    <w:r>
                                      <w:t>4cm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Isosceles Triangle 55"/>
                              <wps:cNvSpPr/>
                              <wps:spPr>
                                <a:xfrm>
                                  <a:off x="124178" y="45155"/>
                                  <a:ext cx="665257" cy="281664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Straight Arrow Connector 40"/>
                              <wps:cNvCnPr/>
                              <wps:spPr>
                                <a:xfrm>
                                  <a:off x="824089" y="22577"/>
                                  <a:ext cx="0" cy="29752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4446B0" id="Group 36" o:spid="_x0000_s1026" style="position:absolute;margin-left:151.05pt;margin-top:13.15pt;width:99.3pt;height:45.95pt;z-index:251687936;mso-width-relative:margin;mso-height-relative:margin" coordorigin="1241,225" coordsize="12613,58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7" o:spid="_x0000_s1027" type="#_x0000_t202" style="position:absolute;left:1916;top:3170;width:5840;height:2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" filled="f" stroked="f">
                        <v:textbox>
                          <w:txbxContent>
                            <w:p w14:paraId="7C559B11" w14:textId="77777777" w:rsidR="00257E62" w:rsidRDefault="00257E62" w:rsidP="00257E62">
                              <w:r>
                                <w:t>75mm</w:t>
                              </w:r>
                            </w:p>
                          </w:txbxContent>
                        </v:textbox>
                      </v:shape>
                      <v:shape id="Text Box 38" o:spid="_x0000_s1028" type="#_x0000_t202" style="position:absolute;left:8015;top:225;width:5840;height:34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" filled="f" stroked="f">
                        <v:textbox>
                          <w:txbxContent>
                            <w:p w14:paraId="7B2ACF3D" w14:textId="77777777" w:rsidR="00257E62" w:rsidRDefault="00257E62" w:rsidP="00257E62">
                              <w:r>
                                <w:t>4cm</w:t>
                              </w:r>
                            </w:p>
                          </w:txbxContent>
                        </v:textbox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5" o:spid="_x0000_s1029" type="#_x0000_t5" style="position:absolute;left:1241;top:451;width:6653;height:281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" filled="f" strokecolor="black [3213]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40" o:spid="_x0000_s1030" type="#_x0000_t32" style="position:absolute;left:8240;top:225;width:0;height:29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" strokecolor="#4f81bd [3204]" strokeweight="2pt">
                        <v:stroke startarrow="open" endarrow="open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  <w:r w:rsidR="00A63A13"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</w:p>
          <w:p w14:paraId="2C467995" w14:textId="54C4AB70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3E631785" w14:textId="76A75728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CC79744" w14:textId="1E2D070D" w:rsidR="00DB1BA9" w:rsidRDefault="00DB1BA9" w:rsidP="00525119">
      <w:pPr>
        <w:spacing w:after="0"/>
        <w:rPr>
          <w:rFonts w:ascii="Avenir Book" w:hAnsi="Avenir Book"/>
          <w:sz w:val="24"/>
          <w:szCs w:val="24"/>
        </w:rPr>
      </w:pPr>
    </w:p>
    <w:p w14:paraId="407445BB" w14:textId="4682128F" w:rsidR="00E90FCC" w:rsidRDefault="00E90FCC" w:rsidP="00525119">
      <w:pPr>
        <w:spacing w:after="0"/>
        <w:rPr>
          <w:rFonts w:ascii="Segoe Print" w:hAnsi="Segoe Print"/>
          <w:b/>
          <w:sz w:val="24"/>
        </w:rPr>
      </w:pPr>
    </w:p>
    <w:p w14:paraId="070ED504" w14:textId="5F0E9E7E" w:rsidR="00257E62" w:rsidRDefault="00257E62" w:rsidP="00525119">
      <w:pPr>
        <w:spacing w:after="0"/>
        <w:rPr>
          <w:rFonts w:ascii="Avenir Book" w:hAnsi="Avenir Book"/>
          <w:sz w:val="24"/>
          <w:szCs w:val="24"/>
        </w:rPr>
      </w:pPr>
    </w:p>
    <w:p w14:paraId="529DC223" w14:textId="77777777" w:rsidR="00257E62" w:rsidRDefault="00257E62" w:rsidP="00257E6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5FA1B4E4" wp14:editId="59A5806B">
            <wp:simplePos x="0" y="0"/>
            <wp:positionH relativeFrom="column">
              <wp:posOffset>6054090</wp:posOffset>
            </wp:positionH>
            <wp:positionV relativeFrom="paragraph">
              <wp:posOffset>3343030</wp:posOffset>
            </wp:positionV>
            <wp:extent cx="572188" cy="401760"/>
            <wp:effectExtent l="0" t="0" r="0" b="508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1008" behindDoc="0" locked="0" layoutInCell="1" allowOverlap="1" wp14:anchorId="3D3C70CC" wp14:editId="52C0197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7" name="Picture 4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9984" behindDoc="0" locked="0" layoutInCell="1" allowOverlap="1" wp14:anchorId="2E9E2F38" wp14:editId="05863F4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8" name="Picture 4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092DAB5C" w14:textId="77777777" w:rsidR="00257E62" w:rsidRDefault="00257E62" w:rsidP="00257E6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257E62" w:rsidRPr="000A63AF" w14:paraId="07F42B51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8139874" w14:textId="77777777" w:rsidR="00257E62" w:rsidRPr="00C240D5" w:rsidRDefault="00257E62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2CC5E2C" w14:textId="77777777" w:rsidR="00257E62" w:rsidRDefault="00257E62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  <w:r>
              <w:rPr>
                <w:rFonts w:ascii="Avenir Book" w:hAnsi="Avenir Book"/>
                <w:sz w:val="20"/>
                <w:szCs w:val="20"/>
              </w:rPr>
              <w:t>and simplify</w:t>
            </w:r>
          </w:p>
          <w:p w14:paraId="5545BB7D" w14:textId="77777777" w:rsidR="00257E62" w:rsidRPr="00FB0E81" w:rsidRDefault="00257E62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6x-3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+3x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6F368DC3" w14:textId="77777777" w:rsidR="00257E62" w:rsidRPr="00C240D5" w:rsidRDefault="00257E62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AE96C80" w14:textId="77777777" w:rsidR="00257E62" w:rsidRPr="000A63AF" w:rsidRDefault="00257E62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Highest common factor of 36a and 60a</w:t>
            </w:r>
          </w:p>
        </w:tc>
      </w:tr>
      <w:tr w:rsidR="00257E62" w:rsidRPr="00C240D5" w14:paraId="2A579106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D2E7A79" w14:textId="77777777" w:rsidR="00257E62" w:rsidRPr="00C240D5" w:rsidRDefault="00257E62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B1D48B4" w14:textId="77777777" w:rsidR="00257E62" w:rsidRDefault="00257E62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6D7AE593" w14:textId="77777777" w:rsidR="00257E62" w:rsidRPr="00C240D5" w:rsidRDefault="00257E62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11     13     15     17     19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EC61D7C" w14:textId="77777777" w:rsidR="00257E62" w:rsidRPr="00C240D5" w:rsidRDefault="00257E62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165D2DF" w14:textId="77777777" w:rsidR="00257E62" w:rsidRPr="00C240D5" w:rsidRDefault="00257E62" w:rsidP="00E01254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x=3</m:t>
              </m:r>
            </m:oMath>
            <w:r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-2x</m:t>
                </m:r>
              </m:oMath>
            </m:oMathPara>
          </w:p>
        </w:tc>
      </w:tr>
      <w:tr w:rsidR="00257E62" w:rsidRPr="00C240D5" w14:paraId="64C7CA1D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C636F1D" w14:textId="77777777" w:rsidR="00257E62" w:rsidRPr="00C240D5" w:rsidRDefault="00257E62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AAA6DF" w14:textId="77777777" w:rsidR="00257E62" w:rsidRDefault="00257E62" w:rsidP="00E01254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0A3648A9" wp14:editId="5F8E21E8">
                      <wp:simplePos x="0" y="0"/>
                      <wp:positionH relativeFrom="column">
                        <wp:posOffset>1918628</wp:posOffset>
                      </wp:positionH>
                      <wp:positionV relativeFrom="paragraph">
                        <wp:posOffset>167103</wp:posOffset>
                      </wp:positionV>
                      <wp:extent cx="1261110" cy="583565"/>
                      <wp:effectExtent l="25400" t="50800" r="0" b="635"/>
                      <wp:wrapNone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1110" cy="583565"/>
                                <a:chOff x="124178" y="22577"/>
                                <a:chExt cx="1261337" cy="584393"/>
                              </a:xfrm>
                            </wpg:grpSpPr>
                            <wps:wsp>
                              <wps:cNvPr id="42" name="Text Box 42"/>
                              <wps:cNvSpPr txBox="1"/>
                              <wps:spPr>
                                <a:xfrm>
                                  <a:off x="191671" y="317059"/>
                                  <a:ext cx="584004" cy="2899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AC9D43" w14:textId="77777777" w:rsidR="00257E62" w:rsidRDefault="00257E62" w:rsidP="00257E62">
                                    <w:r>
                                      <w:t>75mm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Text Box 43"/>
                              <wps:cNvSpPr txBox="1"/>
                              <wps:spPr>
                                <a:xfrm>
                                  <a:off x="801511" y="22577"/>
                                  <a:ext cx="584004" cy="340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51A077C" w14:textId="77777777" w:rsidR="00257E62" w:rsidRDefault="00257E62" w:rsidP="00257E62">
                                    <w:r>
                                      <w:t>4cm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Isosceles Triangle 55"/>
                              <wps:cNvSpPr/>
                              <wps:spPr>
                                <a:xfrm>
                                  <a:off x="124178" y="45155"/>
                                  <a:ext cx="665257" cy="281664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Straight Arrow Connector 45"/>
                              <wps:cNvCnPr/>
                              <wps:spPr>
                                <a:xfrm>
                                  <a:off x="824089" y="22577"/>
                                  <a:ext cx="0" cy="29752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3648A9" id="Group 41" o:spid="_x0000_s1031" style="position:absolute;margin-left:151.05pt;margin-top:13.15pt;width:99.3pt;height:45.95pt;z-index:251693056;mso-width-relative:margin;mso-height-relative:margin" coordorigin="1241,225" coordsize="12613,58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">
                      <v:shape id="Text Box 42" o:spid="_x0000_s1032" type="#_x0000_t202" style="position:absolute;left:1916;top:3170;width:5840;height:2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" filled="f" stroked="f">
                        <v:textbox>
                          <w:txbxContent>
                            <w:p w14:paraId="7CAC9D43" w14:textId="77777777" w:rsidR="00257E62" w:rsidRDefault="00257E62" w:rsidP="00257E62">
                              <w:r>
                                <w:t>75mm</w:t>
                              </w:r>
                            </w:p>
                          </w:txbxContent>
                        </v:textbox>
                      </v:shape>
                      <v:shape id="Text Box 43" o:spid="_x0000_s1033" type="#_x0000_t202" style="position:absolute;left:8015;top:225;width:5840;height:34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" filled="f" stroked="f">
                        <v:textbox>
                          <w:txbxContent>
                            <w:p w14:paraId="051A077C" w14:textId="77777777" w:rsidR="00257E62" w:rsidRDefault="00257E62" w:rsidP="00257E62">
                              <w:r>
                                <w:t>4cm</w:t>
                              </w:r>
                            </w:p>
                          </w:txbxContent>
                        </v:textbox>
                      </v:shape>
                      <v:shape id="Isosceles Triangle 55" o:spid="_x0000_s1034" type="#_x0000_t5" style="position:absolute;left:1241;top:451;width:6653;height:281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" filled="f" strokecolor="black [3213]"/>
                      <v:shape id="Straight Arrow Connector 45" o:spid="_x0000_s1035" type="#_x0000_t32" style="position:absolute;left:8240;top:225;width:0;height:29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" strokecolor="#4f81bd [3204]" strokeweight="2pt">
                        <v:stroke startarrow="open" endarrow="open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  <w:r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</w:p>
          <w:p w14:paraId="66D06BE3" w14:textId="77777777" w:rsidR="00257E62" w:rsidRPr="00C240D5" w:rsidRDefault="00257E62" w:rsidP="00E01254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4EE32FC6" w14:textId="77777777" w:rsidR="00257E62" w:rsidRDefault="00257E62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257E62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AA"/>
    <w:rsid w:val="0000753D"/>
    <w:rsid w:val="00054CD5"/>
    <w:rsid w:val="00061A3C"/>
    <w:rsid w:val="000A43CA"/>
    <w:rsid w:val="000A63AF"/>
    <w:rsid w:val="001826A9"/>
    <w:rsid w:val="00213C21"/>
    <w:rsid w:val="00257E62"/>
    <w:rsid w:val="002D5D86"/>
    <w:rsid w:val="00312CF4"/>
    <w:rsid w:val="00333535"/>
    <w:rsid w:val="003A61E9"/>
    <w:rsid w:val="003F51D8"/>
    <w:rsid w:val="0041126D"/>
    <w:rsid w:val="00505FC9"/>
    <w:rsid w:val="00525119"/>
    <w:rsid w:val="005D2806"/>
    <w:rsid w:val="00612E73"/>
    <w:rsid w:val="0064471D"/>
    <w:rsid w:val="006862D8"/>
    <w:rsid w:val="006A06AA"/>
    <w:rsid w:val="00705472"/>
    <w:rsid w:val="007B4226"/>
    <w:rsid w:val="007C1409"/>
    <w:rsid w:val="007E2C1A"/>
    <w:rsid w:val="008C32FB"/>
    <w:rsid w:val="008E2737"/>
    <w:rsid w:val="0090117B"/>
    <w:rsid w:val="00913A89"/>
    <w:rsid w:val="0099142F"/>
    <w:rsid w:val="00A63A13"/>
    <w:rsid w:val="00AD3C1A"/>
    <w:rsid w:val="00BE7AC9"/>
    <w:rsid w:val="00C240D5"/>
    <w:rsid w:val="00C41860"/>
    <w:rsid w:val="00C56166"/>
    <w:rsid w:val="00C63217"/>
    <w:rsid w:val="00D51195"/>
    <w:rsid w:val="00DB1BA9"/>
    <w:rsid w:val="00DB511B"/>
    <w:rsid w:val="00E20822"/>
    <w:rsid w:val="00E55FEE"/>
    <w:rsid w:val="00E7749A"/>
    <w:rsid w:val="00E90FCC"/>
    <w:rsid w:val="00EC4CCA"/>
    <w:rsid w:val="00EE754F"/>
    <w:rsid w:val="00F811EE"/>
    <w:rsid w:val="00F87CF9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EBFA"/>
  <w15:docId w15:val="{29A70EBD-7FDF-AB4F-8F7D-42129116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2019-02-22T14:57:00Z</dcterms:created>
  <dcterms:modified xsi:type="dcterms:W3CDTF">2019-02-22T14:58:00Z</dcterms:modified>
</cp:coreProperties>
</file>